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198" w:rsidRDefault="00EA40CB" w:rsidP="008254E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ПРАВИЛА ОФОРМЛЕНИЯ ОТЧЕТА</w:t>
      </w:r>
    </w:p>
    <w:p w:rsidR="008254EE" w:rsidRDefault="008254EE" w:rsidP="00DF5F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54EE">
        <w:rPr>
          <w:rFonts w:ascii="Times New Roman" w:hAnsi="Times New Roman" w:cs="Times New Roman"/>
          <w:sz w:val="28"/>
          <w:szCs w:val="28"/>
        </w:rPr>
        <w:t>Структ</w:t>
      </w:r>
      <w:r>
        <w:rPr>
          <w:rFonts w:ascii="Times New Roman" w:hAnsi="Times New Roman" w:cs="Times New Roman"/>
          <w:sz w:val="28"/>
          <w:szCs w:val="28"/>
        </w:rPr>
        <w:t>урные элементы отчета:</w:t>
      </w:r>
    </w:p>
    <w:p w:rsidR="008254EE" w:rsidRDefault="008254EE" w:rsidP="00DF5F4B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титульный лист;</w:t>
      </w:r>
    </w:p>
    <w:p w:rsidR="008254EE" w:rsidRDefault="008254EE" w:rsidP="00DF5F4B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исполнителей (не является обязательным, если Вы единственный исполнитель);</w:t>
      </w:r>
    </w:p>
    <w:p w:rsidR="008254EE" w:rsidRDefault="008254EE" w:rsidP="00DF5F4B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содержание;</w:t>
      </w:r>
    </w:p>
    <w:p w:rsidR="008254EE" w:rsidRPr="008254EE" w:rsidRDefault="008254EE" w:rsidP="00DF5F4B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часть (производится описание реализации задачи в </w:t>
      </w:r>
      <w:r>
        <w:rPr>
          <w:rFonts w:ascii="Times New Roman" w:hAnsi="Times New Roman" w:cs="Times New Roman"/>
          <w:sz w:val="28"/>
          <w:szCs w:val="28"/>
          <w:lang w:val="en-US"/>
        </w:rPr>
        <w:t>SIMULIA</w:t>
      </w:r>
      <w:r w:rsidRPr="008254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Abaqus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8254EE" w:rsidRDefault="008254EE" w:rsidP="00DF5F4B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полученных результатов;</w:t>
      </w:r>
    </w:p>
    <w:p w:rsidR="008254EE" w:rsidRDefault="008254EE" w:rsidP="00DF5F4B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8254EE" w:rsidRDefault="008254EE" w:rsidP="00DF5F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Правило форматирования:</w:t>
      </w:r>
    </w:p>
    <w:p w:rsidR="00BA3591" w:rsidRPr="00BA3591" w:rsidRDefault="005276FF" w:rsidP="00DF5F4B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="00BA3591">
        <w:rPr>
          <w:rFonts w:ascii="Times New Roman" w:hAnsi="Times New Roman" w:cs="Times New Roman"/>
          <w:sz w:val="28"/>
          <w:szCs w:val="28"/>
        </w:rPr>
        <w:t xml:space="preserve">рифт: </w:t>
      </w:r>
      <w:r w:rsidR="00BA3591">
        <w:rPr>
          <w:rFonts w:ascii="Times New Roman" w:hAnsi="Times New Roman" w:cs="Times New Roman"/>
          <w:sz w:val="28"/>
          <w:szCs w:val="28"/>
          <w:lang w:val="en-US"/>
        </w:rPr>
        <w:t>Times New Roman</w:t>
      </w:r>
      <w:r w:rsidR="00BA3591">
        <w:rPr>
          <w:rFonts w:ascii="Times New Roman" w:hAnsi="Times New Roman" w:cs="Times New Roman"/>
          <w:sz w:val="28"/>
          <w:szCs w:val="28"/>
        </w:rPr>
        <w:t>;</w:t>
      </w:r>
    </w:p>
    <w:p w:rsidR="008254EE" w:rsidRDefault="008254EE" w:rsidP="00DF5F4B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шрифт: 14;</w:t>
      </w:r>
    </w:p>
    <w:p w:rsidR="008254EE" w:rsidRDefault="008254EE" w:rsidP="00DF5F4B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 ш</w:t>
      </w:r>
      <w:r w:rsidR="00C318A3">
        <w:rPr>
          <w:rFonts w:ascii="Times New Roman" w:hAnsi="Times New Roman" w:cs="Times New Roman"/>
          <w:sz w:val="28"/>
          <w:szCs w:val="28"/>
        </w:rPr>
        <w:t>рифта: черный;</w:t>
      </w:r>
    </w:p>
    <w:p w:rsidR="008254EE" w:rsidRDefault="008254EE" w:rsidP="00DF5F4B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междустрочный интервал: 1.5;</w:t>
      </w:r>
    </w:p>
    <w:p w:rsidR="008254EE" w:rsidRDefault="00C318A3" w:rsidP="00DF5F4B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размеры полей: стандартные настройки полей </w:t>
      </w:r>
      <w:proofErr w:type="spellStart"/>
      <w:r w:rsidRPr="00C318A3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C318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318A3">
        <w:rPr>
          <w:rFonts w:ascii="Times New Roman" w:hAnsi="Times New Roman" w:cs="Times New Roman"/>
          <w:sz w:val="28"/>
          <w:szCs w:val="28"/>
        </w:rPr>
        <w:t>Word</w:t>
      </w:r>
      <w:proofErr w:type="spellEnd"/>
    </w:p>
    <w:tbl>
      <w:tblPr>
        <w:tblStyle w:val="a4"/>
        <w:tblW w:w="0" w:type="auto"/>
        <w:tblInd w:w="21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4"/>
        <w:gridCol w:w="1731"/>
        <w:gridCol w:w="1958"/>
        <w:gridCol w:w="1748"/>
      </w:tblGrid>
      <w:tr w:rsidR="00BA3591" w:rsidTr="00BA3591">
        <w:tc>
          <w:tcPr>
            <w:tcW w:w="2392" w:type="dxa"/>
            <w:vAlign w:val="center"/>
          </w:tcPr>
          <w:p w:rsidR="00BA3591" w:rsidRDefault="00BA3591" w:rsidP="00DF5F4B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Верхнее</w:t>
            </w:r>
          </w:p>
        </w:tc>
        <w:tc>
          <w:tcPr>
            <w:tcW w:w="2393" w:type="dxa"/>
            <w:vAlign w:val="center"/>
          </w:tcPr>
          <w:p w:rsidR="00BA3591" w:rsidRDefault="00BA3591" w:rsidP="00DF5F4B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см</w:t>
            </w:r>
          </w:p>
        </w:tc>
        <w:tc>
          <w:tcPr>
            <w:tcW w:w="2393" w:type="dxa"/>
            <w:vAlign w:val="center"/>
          </w:tcPr>
          <w:p w:rsidR="00BA3591" w:rsidRDefault="00BA3591" w:rsidP="00DF5F4B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Нижнее</w:t>
            </w:r>
          </w:p>
        </w:tc>
        <w:tc>
          <w:tcPr>
            <w:tcW w:w="2393" w:type="dxa"/>
            <w:vAlign w:val="center"/>
          </w:tcPr>
          <w:p w:rsidR="00BA3591" w:rsidRDefault="00BA3591" w:rsidP="00DF5F4B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см</w:t>
            </w:r>
          </w:p>
        </w:tc>
      </w:tr>
      <w:tr w:rsidR="00BA3591" w:rsidTr="00BA3591">
        <w:tc>
          <w:tcPr>
            <w:tcW w:w="2392" w:type="dxa"/>
            <w:vAlign w:val="center"/>
          </w:tcPr>
          <w:p w:rsidR="00BA3591" w:rsidRDefault="00BA3591" w:rsidP="00DF5F4B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Левое</w:t>
            </w:r>
          </w:p>
        </w:tc>
        <w:tc>
          <w:tcPr>
            <w:tcW w:w="2393" w:type="dxa"/>
            <w:vAlign w:val="center"/>
          </w:tcPr>
          <w:p w:rsidR="00BA3591" w:rsidRDefault="00DF5F4B" w:rsidP="00DF5F4B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BA3591"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</w:p>
        </w:tc>
        <w:tc>
          <w:tcPr>
            <w:tcW w:w="2393" w:type="dxa"/>
            <w:vAlign w:val="center"/>
          </w:tcPr>
          <w:p w:rsidR="00BA3591" w:rsidRDefault="00BA3591" w:rsidP="00DF5F4B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Правое</w:t>
            </w:r>
          </w:p>
        </w:tc>
        <w:tc>
          <w:tcPr>
            <w:tcW w:w="2393" w:type="dxa"/>
            <w:vAlign w:val="center"/>
          </w:tcPr>
          <w:p w:rsidR="00BA3591" w:rsidRDefault="00BA3591" w:rsidP="00DF5F4B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 см</w:t>
            </w:r>
          </w:p>
        </w:tc>
      </w:tr>
    </w:tbl>
    <w:p w:rsidR="00C318A3" w:rsidRDefault="00C318A3" w:rsidP="00DF5F4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Иллюстрации:</w:t>
      </w:r>
    </w:p>
    <w:p w:rsidR="00DF5F4B" w:rsidRPr="00DF5F4B" w:rsidRDefault="00DF5F4B" w:rsidP="00DF5F4B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иллюстрации создавать с помощью стандартных инструментов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Abaqus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r>
        <w:rPr>
          <w:noProof/>
          <w:lang w:eastAsia="ru-RU"/>
        </w:rPr>
        <w:drawing>
          <wp:inline distT="0" distB="0" distL="0" distR="0" wp14:anchorId="482A48D0" wp14:editId="193834BF">
            <wp:extent cx="4811034" cy="3374526"/>
            <wp:effectExtent l="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1281" cy="3374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8A3" w:rsidRDefault="00C318A3" w:rsidP="00DF5F4B">
      <w:pPr>
        <w:pStyle w:val="a3"/>
        <w:numPr>
          <w:ilvl w:val="1"/>
          <w:numId w:val="1"/>
        </w:num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иллюстрации необходимо вставлять в тело отчета через таблицу. Границы таблицы скрыть.</w:t>
      </w:r>
    </w:p>
    <w:tbl>
      <w:tblPr>
        <w:tblStyle w:val="a4"/>
        <w:tblW w:w="0" w:type="auto"/>
        <w:tblInd w:w="1440" w:type="dxa"/>
        <w:tblLook w:val="04A0" w:firstRow="1" w:lastRow="0" w:firstColumn="1" w:lastColumn="0" w:noHBand="0" w:noVBand="1"/>
      </w:tblPr>
      <w:tblGrid>
        <w:gridCol w:w="8131"/>
      </w:tblGrid>
      <w:tr w:rsidR="00C318A3" w:rsidTr="00C318A3">
        <w:tc>
          <w:tcPr>
            <w:tcW w:w="9571" w:type="dxa"/>
          </w:tcPr>
          <w:p w:rsidR="00C318A3" w:rsidRDefault="00C318A3" w:rsidP="00C318A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008B974" wp14:editId="78DB155F">
                  <wp:extent cx="3148716" cy="2609403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0516" cy="26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18A3" w:rsidTr="00C318A3">
        <w:tc>
          <w:tcPr>
            <w:tcW w:w="9571" w:type="dxa"/>
          </w:tcPr>
          <w:p w:rsidR="00C318A3" w:rsidRDefault="00C318A3" w:rsidP="00C318A3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Рисунок 1.1 – Правила оформления рисунков</w:t>
            </w:r>
          </w:p>
        </w:tc>
      </w:tr>
    </w:tbl>
    <w:p w:rsidR="00C318A3" w:rsidRPr="007C77FF" w:rsidRDefault="00C318A3" w:rsidP="00DF5F4B">
      <w:pPr>
        <w:pStyle w:val="a3"/>
        <w:numPr>
          <w:ilvl w:val="1"/>
          <w:numId w:val="1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визуализации результатов нужно увеличить размер шрифта выводимой переменной (при стандартных настройках не видно числовых значений переменной): </w:t>
      </w:r>
      <w:r w:rsidR="00EA40CB" w:rsidRPr="00EA40CB">
        <w:rPr>
          <w:rFonts w:ascii="Times New Roman" w:hAnsi="Times New Roman" w:cs="Times New Roman"/>
          <w:i/>
          <w:sz w:val="28"/>
          <w:szCs w:val="28"/>
          <w:lang w:val="en-US"/>
        </w:rPr>
        <w:t>Viewport</w:t>
      </w:r>
      <w:r w:rsidR="00EA40CB" w:rsidRPr="00EA40CB">
        <w:rPr>
          <w:rFonts w:ascii="Times New Roman" w:hAnsi="Times New Roman" w:cs="Times New Roman"/>
          <w:i/>
          <w:sz w:val="28"/>
          <w:szCs w:val="28"/>
        </w:rPr>
        <w:t>=&gt;</w:t>
      </w:r>
      <w:r w:rsidR="00EA40CB" w:rsidRPr="00EA40CB">
        <w:rPr>
          <w:rFonts w:ascii="Times New Roman" w:hAnsi="Times New Roman" w:cs="Times New Roman"/>
          <w:i/>
          <w:sz w:val="28"/>
          <w:szCs w:val="28"/>
          <w:lang w:val="en-US"/>
        </w:rPr>
        <w:t>Viewport</w:t>
      </w:r>
      <w:r w:rsidR="00EA40CB" w:rsidRPr="00EA40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40CB" w:rsidRPr="00EA40CB">
        <w:rPr>
          <w:rFonts w:ascii="Times New Roman" w:hAnsi="Times New Roman" w:cs="Times New Roman"/>
          <w:i/>
          <w:sz w:val="28"/>
          <w:szCs w:val="28"/>
          <w:lang w:val="en-US"/>
        </w:rPr>
        <w:t>Annotation</w:t>
      </w:r>
      <w:r w:rsidR="00EA40CB" w:rsidRPr="00EA40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40CB" w:rsidRPr="00EA40CB">
        <w:rPr>
          <w:rFonts w:ascii="Times New Roman" w:hAnsi="Times New Roman" w:cs="Times New Roman"/>
          <w:i/>
          <w:sz w:val="28"/>
          <w:szCs w:val="28"/>
          <w:lang w:val="en-US"/>
        </w:rPr>
        <w:t>options</w:t>
      </w:r>
      <w:r w:rsidR="00EA40CB" w:rsidRPr="00EA40CB">
        <w:rPr>
          <w:rFonts w:ascii="Times New Roman" w:hAnsi="Times New Roman" w:cs="Times New Roman"/>
          <w:i/>
          <w:sz w:val="28"/>
          <w:szCs w:val="28"/>
        </w:rPr>
        <w:t>=&gt;</w:t>
      </w:r>
      <w:r w:rsidR="00EA40CB" w:rsidRPr="00EA40CB">
        <w:rPr>
          <w:rFonts w:ascii="Times New Roman" w:hAnsi="Times New Roman" w:cs="Times New Roman"/>
          <w:i/>
          <w:sz w:val="28"/>
          <w:szCs w:val="28"/>
          <w:lang w:val="en-US"/>
        </w:rPr>
        <w:t>Legend</w:t>
      </w:r>
      <w:r w:rsidR="0070235A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C318A3" w:rsidRPr="007C7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519A"/>
    <w:multiLevelType w:val="hybridMultilevel"/>
    <w:tmpl w:val="BC8A9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9E4B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4EE"/>
    <w:rsid w:val="002D06B6"/>
    <w:rsid w:val="005276FF"/>
    <w:rsid w:val="005F15F2"/>
    <w:rsid w:val="0070235A"/>
    <w:rsid w:val="007B1198"/>
    <w:rsid w:val="007C77FF"/>
    <w:rsid w:val="008254EE"/>
    <w:rsid w:val="00BA3591"/>
    <w:rsid w:val="00C318A3"/>
    <w:rsid w:val="00CB3FAE"/>
    <w:rsid w:val="00DF5F4B"/>
    <w:rsid w:val="00EA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4EE"/>
    <w:pPr>
      <w:ind w:left="720"/>
      <w:contextualSpacing/>
    </w:pPr>
  </w:style>
  <w:style w:type="table" w:styleId="a4">
    <w:name w:val="Table Grid"/>
    <w:basedOn w:val="a1"/>
    <w:uiPriority w:val="59"/>
    <w:rsid w:val="00C31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31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1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4EE"/>
    <w:pPr>
      <w:ind w:left="720"/>
      <w:contextualSpacing/>
    </w:pPr>
  </w:style>
  <w:style w:type="table" w:styleId="a4">
    <w:name w:val="Table Grid"/>
    <w:basedOn w:val="a1"/>
    <w:uiPriority w:val="59"/>
    <w:rsid w:val="00C31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31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1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 Nyshtaev</dc:creator>
  <cp:lastModifiedBy>Dmitry Nyshtaev</cp:lastModifiedBy>
  <cp:revision>10</cp:revision>
  <dcterms:created xsi:type="dcterms:W3CDTF">2013-11-19T11:16:00Z</dcterms:created>
  <dcterms:modified xsi:type="dcterms:W3CDTF">2016-01-20T13:25:00Z</dcterms:modified>
</cp:coreProperties>
</file>